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C08" w:rsidRPr="00CE0243" w:rsidRDefault="007A3C08" w:rsidP="005B35CD">
      <w:pPr>
        <w:jc w:val="center"/>
        <w:rPr>
          <w:rFonts w:ascii="Segoe UI Light" w:hAnsi="Segoe UI Light" w:cs="Segoe UI Light"/>
          <w:sz w:val="36"/>
        </w:rPr>
      </w:pPr>
      <w:r w:rsidRPr="00792F5F">
        <w:rPr>
          <w:rFonts w:ascii="Segoe UI Light" w:hAnsi="Segoe UI Light" w:cs="Segoe UI Light"/>
          <w:sz w:val="36"/>
        </w:rPr>
        <w:t>Set 3:  Words ending in ‘cial’</w:t>
      </w:r>
      <w:bookmarkStart w:id="0" w:name="_GoBack"/>
      <w:bookmarkEnd w:id="0"/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7A3C08" w:rsidRPr="000373D4" w:rsidTr="000373D4">
        <w:trPr>
          <w:trHeight w:val="558"/>
        </w:trPr>
        <w:tc>
          <w:tcPr>
            <w:tcW w:w="2694" w:type="dxa"/>
          </w:tcPr>
          <w:p w:rsidR="007A3C08" w:rsidRPr="000373D4" w:rsidRDefault="007A3C08" w:rsidP="000373D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0373D4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7A3C08" w:rsidRPr="000373D4" w:rsidRDefault="007A3C08" w:rsidP="000373D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0373D4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0373D4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0373D4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0373D4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0373D4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0373D4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0373D4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0373D4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0373D4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7A3C08" w:rsidRPr="000373D4" w:rsidTr="000373D4">
        <w:tc>
          <w:tcPr>
            <w:tcW w:w="2694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373D4">
              <w:rPr>
                <w:rFonts w:ascii="Segoe UI Light" w:hAnsi="Segoe UI Light" w:cs="Segoe UI Light"/>
                <w:sz w:val="36"/>
                <w:szCs w:val="36"/>
              </w:rPr>
              <w:t>social</w:t>
            </w:r>
          </w:p>
        </w:tc>
        <w:tc>
          <w:tcPr>
            <w:tcW w:w="2703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A3C08" w:rsidRPr="000373D4" w:rsidTr="000373D4">
        <w:tc>
          <w:tcPr>
            <w:tcW w:w="2694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373D4">
              <w:rPr>
                <w:rFonts w:ascii="Segoe UI Light" w:hAnsi="Segoe UI Light" w:cs="Segoe UI Light"/>
                <w:sz w:val="36"/>
                <w:szCs w:val="36"/>
              </w:rPr>
              <w:t>special</w:t>
            </w:r>
          </w:p>
        </w:tc>
        <w:tc>
          <w:tcPr>
            <w:tcW w:w="2703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A3C08" w:rsidRPr="000373D4" w:rsidTr="000373D4">
        <w:tc>
          <w:tcPr>
            <w:tcW w:w="2694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373D4">
              <w:rPr>
                <w:rFonts w:ascii="Segoe UI Light" w:hAnsi="Segoe UI Light" w:cs="Segoe UI Light"/>
                <w:sz w:val="36"/>
                <w:szCs w:val="36"/>
              </w:rPr>
              <w:t>official</w:t>
            </w:r>
          </w:p>
        </w:tc>
        <w:tc>
          <w:tcPr>
            <w:tcW w:w="2703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A3C08" w:rsidRPr="000373D4" w:rsidTr="000373D4">
        <w:tc>
          <w:tcPr>
            <w:tcW w:w="2694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373D4">
              <w:rPr>
                <w:rFonts w:ascii="Segoe UI Light" w:hAnsi="Segoe UI Light" w:cs="Segoe UI Light"/>
                <w:sz w:val="36"/>
                <w:szCs w:val="36"/>
              </w:rPr>
              <w:t>artificial</w:t>
            </w:r>
          </w:p>
        </w:tc>
        <w:tc>
          <w:tcPr>
            <w:tcW w:w="2703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A3C08" w:rsidRPr="000373D4" w:rsidTr="000373D4">
        <w:tc>
          <w:tcPr>
            <w:tcW w:w="2694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373D4">
              <w:rPr>
                <w:rFonts w:ascii="Segoe UI Light" w:hAnsi="Segoe UI Light" w:cs="Segoe UI Light"/>
                <w:sz w:val="36"/>
                <w:szCs w:val="36"/>
              </w:rPr>
              <w:t>superficial</w:t>
            </w:r>
          </w:p>
        </w:tc>
        <w:tc>
          <w:tcPr>
            <w:tcW w:w="2703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A3C08" w:rsidRPr="000373D4" w:rsidTr="000373D4">
        <w:tc>
          <w:tcPr>
            <w:tcW w:w="2694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373D4">
              <w:rPr>
                <w:rFonts w:ascii="Segoe UI Light" w:hAnsi="Segoe UI Light" w:cs="Segoe UI Light"/>
                <w:sz w:val="36"/>
                <w:szCs w:val="36"/>
              </w:rPr>
              <w:t>financial</w:t>
            </w:r>
          </w:p>
        </w:tc>
        <w:tc>
          <w:tcPr>
            <w:tcW w:w="2703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A3C08" w:rsidRPr="000373D4" w:rsidTr="000373D4">
        <w:tc>
          <w:tcPr>
            <w:tcW w:w="2694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373D4">
              <w:rPr>
                <w:rFonts w:ascii="Segoe UI Light" w:hAnsi="Segoe UI Light" w:cs="Segoe UI Light"/>
                <w:sz w:val="36"/>
                <w:szCs w:val="36"/>
              </w:rPr>
              <w:t>commercial</w:t>
            </w:r>
          </w:p>
        </w:tc>
        <w:tc>
          <w:tcPr>
            <w:tcW w:w="2703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A3C08" w:rsidRPr="000373D4" w:rsidTr="000373D4">
        <w:tc>
          <w:tcPr>
            <w:tcW w:w="2694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373D4">
              <w:rPr>
                <w:rFonts w:ascii="Segoe UI Light" w:hAnsi="Segoe UI Light" w:cs="Segoe UI Light"/>
                <w:sz w:val="36"/>
                <w:szCs w:val="36"/>
              </w:rPr>
              <w:t>beneficial</w:t>
            </w:r>
          </w:p>
        </w:tc>
        <w:tc>
          <w:tcPr>
            <w:tcW w:w="2703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A3C08" w:rsidRPr="000373D4" w:rsidTr="000373D4">
        <w:tc>
          <w:tcPr>
            <w:tcW w:w="2694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373D4">
              <w:rPr>
                <w:rFonts w:ascii="Segoe UI Light" w:hAnsi="Segoe UI Light" w:cs="Segoe UI Light"/>
                <w:sz w:val="36"/>
                <w:szCs w:val="36"/>
              </w:rPr>
              <w:t>crucial</w:t>
            </w:r>
          </w:p>
        </w:tc>
        <w:tc>
          <w:tcPr>
            <w:tcW w:w="2703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A3C08" w:rsidRPr="000373D4" w:rsidTr="000373D4">
        <w:tc>
          <w:tcPr>
            <w:tcW w:w="2694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373D4">
              <w:rPr>
                <w:rFonts w:ascii="Segoe UI Light" w:hAnsi="Segoe UI Light" w:cs="Segoe UI Light"/>
                <w:sz w:val="36"/>
                <w:szCs w:val="36"/>
              </w:rPr>
              <w:t>prejudicial</w:t>
            </w:r>
          </w:p>
        </w:tc>
        <w:tc>
          <w:tcPr>
            <w:tcW w:w="2703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A3C08" w:rsidRPr="000373D4" w:rsidRDefault="007A3C08" w:rsidP="000373D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7A3C08" w:rsidRPr="00F07B5A" w:rsidRDefault="007A3C08">
      <w:pPr>
        <w:rPr>
          <w:rFonts w:ascii="Segoe UI Light" w:hAnsi="Segoe UI Light" w:cs="Segoe UI Light"/>
          <w:sz w:val="36"/>
          <w:szCs w:val="36"/>
        </w:rPr>
      </w:pPr>
    </w:p>
    <w:sectPr w:rsidR="007A3C08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C08" w:rsidRDefault="007A3C08">
      <w:r>
        <w:separator/>
      </w:r>
    </w:p>
  </w:endnote>
  <w:endnote w:type="continuationSeparator" w:id="0">
    <w:p w:rsidR="007A3C08" w:rsidRDefault="007A3C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C08" w:rsidRDefault="007A3C08" w:rsidP="00695C05">
    <w:pPr>
      <w:pStyle w:val="Footer"/>
    </w:pPr>
    <w:r>
      <w:t>Swaffield Primary School 2014</w:t>
    </w:r>
  </w:p>
  <w:p w:rsidR="007A3C08" w:rsidRDefault="007A3C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C08" w:rsidRDefault="007A3C08">
      <w:r>
        <w:separator/>
      </w:r>
    </w:p>
  </w:footnote>
  <w:footnote w:type="continuationSeparator" w:id="0">
    <w:p w:rsidR="007A3C08" w:rsidRDefault="007A3C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373D4"/>
    <w:rsid w:val="00057950"/>
    <w:rsid w:val="000717F2"/>
    <w:rsid w:val="000975AC"/>
    <w:rsid w:val="000A4078"/>
    <w:rsid w:val="000D68B6"/>
    <w:rsid w:val="0011235B"/>
    <w:rsid w:val="001336E2"/>
    <w:rsid w:val="001822D1"/>
    <w:rsid w:val="001B1BB7"/>
    <w:rsid w:val="001D28B2"/>
    <w:rsid w:val="001E27F6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17F3D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95C05"/>
    <w:rsid w:val="006A0957"/>
    <w:rsid w:val="006A2188"/>
    <w:rsid w:val="006C7C73"/>
    <w:rsid w:val="00747105"/>
    <w:rsid w:val="007606DF"/>
    <w:rsid w:val="00760AE0"/>
    <w:rsid w:val="00776EEF"/>
    <w:rsid w:val="00792F5F"/>
    <w:rsid w:val="00796625"/>
    <w:rsid w:val="007A3C08"/>
    <w:rsid w:val="007B641D"/>
    <w:rsid w:val="00840AC0"/>
    <w:rsid w:val="00886C0C"/>
    <w:rsid w:val="00895474"/>
    <w:rsid w:val="008B1CED"/>
    <w:rsid w:val="008B3CA7"/>
    <w:rsid w:val="008D72A7"/>
    <w:rsid w:val="008E2DF9"/>
    <w:rsid w:val="008F6B43"/>
    <w:rsid w:val="009A1D28"/>
    <w:rsid w:val="009B339F"/>
    <w:rsid w:val="009C6766"/>
    <w:rsid w:val="00A1772D"/>
    <w:rsid w:val="00A24174"/>
    <w:rsid w:val="00A300B9"/>
    <w:rsid w:val="00A806E2"/>
    <w:rsid w:val="00AB030A"/>
    <w:rsid w:val="00AD60DA"/>
    <w:rsid w:val="00B31C91"/>
    <w:rsid w:val="00B47958"/>
    <w:rsid w:val="00B94746"/>
    <w:rsid w:val="00BF0827"/>
    <w:rsid w:val="00C30F15"/>
    <w:rsid w:val="00C612DE"/>
    <w:rsid w:val="00C65D11"/>
    <w:rsid w:val="00C806C9"/>
    <w:rsid w:val="00C81C52"/>
    <w:rsid w:val="00C82E51"/>
    <w:rsid w:val="00CD1022"/>
    <w:rsid w:val="00CD7AFE"/>
    <w:rsid w:val="00CE0243"/>
    <w:rsid w:val="00CF3AD8"/>
    <w:rsid w:val="00CF4789"/>
    <w:rsid w:val="00CF7B1F"/>
    <w:rsid w:val="00D00BAB"/>
    <w:rsid w:val="00D37ABB"/>
    <w:rsid w:val="00D60F4F"/>
    <w:rsid w:val="00DB3634"/>
    <w:rsid w:val="00DB6F33"/>
    <w:rsid w:val="00DC0852"/>
    <w:rsid w:val="00DC3EFD"/>
    <w:rsid w:val="00E036CD"/>
    <w:rsid w:val="00E2191B"/>
    <w:rsid w:val="00E4661E"/>
    <w:rsid w:val="00E47374"/>
    <w:rsid w:val="00ED1D79"/>
    <w:rsid w:val="00EF44BD"/>
    <w:rsid w:val="00EF6473"/>
    <w:rsid w:val="00F07B5A"/>
    <w:rsid w:val="00F2332B"/>
    <w:rsid w:val="00F5777D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95C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3338"/>
    <w:rPr>
      <w:lang w:eastAsia="en-US"/>
    </w:rPr>
  </w:style>
  <w:style w:type="paragraph" w:styleId="Footer">
    <w:name w:val="footer"/>
    <w:basedOn w:val="Normal"/>
    <w:link w:val="FooterChar"/>
    <w:uiPriority w:val="99"/>
    <w:rsid w:val="00695C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95C05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27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30</Words>
  <Characters>175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4</cp:revision>
  <dcterms:created xsi:type="dcterms:W3CDTF">2013-12-08T13:45:00Z</dcterms:created>
  <dcterms:modified xsi:type="dcterms:W3CDTF">2014-07-14T14:35:00Z</dcterms:modified>
</cp:coreProperties>
</file>